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A3F020" w14:textId="77777777" w:rsidR="00E77210" w:rsidRPr="00E77210" w:rsidRDefault="00E77210" w:rsidP="00E77210">
      <w:pPr>
        <w:jc w:val="center"/>
        <w:rPr>
          <w:rFonts w:cs="Arial"/>
          <w:b/>
          <w:bCs/>
          <w:i/>
          <w:iCs/>
        </w:rPr>
      </w:pPr>
      <w:r w:rsidRPr="00E77210">
        <w:rPr>
          <w:rFonts w:cs="Arial"/>
          <w:b/>
          <w:bCs/>
          <w:iCs/>
        </w:rPr>
        <w:t>U.A.E. CONTADURÍA GENERAL DE LA NACIÓN</w:t>
      </w:r>
    </w:p>
    <w:p w14:paraId="4D3FA7FB" w14:textId="77777777" w:rsidR="00E77210" w:rsidRPr="00E77210" w:rsidRDefault="00E77210" w:rsidP="00E77210">
      <w:pPr>
        <w:jc w:val="center"/>
        <w:rPr>
          <w:rFonts w:cs="Arial"/>
          <w:b/>
          <w:bCs/>
          <w:i/>
          <w:iCs/>
        </w:rPr>
      </w:pPr>
      <w:r w:rsidRPr="00E77210">
        <w:rPr>
          <w:rFonts w:cs="Arial"/>
          <w:b/>
          <w:bCs/>
          <w:iCs/>
        </w:rPr>
        <w:t>ANALISIS DEL SECTOR</w:t>
      </w:r>
    </w:p>
    <w:p w14:paraId="1E1C3668" w14:textId="77777777" w:rsidR="00E77210" w:rsidRPr="00E77210" w:rsidRDefault="00E77210" w:rsidP="00E77210">
      <w:pPr>
        <w:rPr>
          <w:rFonts w:cs="Arial"/>
          <w:i/>
          <w:iCs/>
        </w:rPr>
      </w:pPr>
    </w:p>
    <w:p w14:paraId="3B5FEEAD" w14:textId="77777777" w:rsidR="00E77210" w:rsidRPr="00A5024B" w:rsidRDefault="00E77210" w:rsidP="00E77210">
      <w:pPr>
        <w:jc w:val="center"/>
        <w:rPr>
          <w:rFonts w:cs="Arial"/>
        </w:rPr>
      </w:pPr>
    </w:p>
    <w:p w14:paraId="6A5433D8" w14:textId="77777777" w:rsidR="00E77210" w:rsidRPr="00E77210" w:rsidRDefault="00E77210" w:rsidP="00E77210">
      <w:pPr>
        <w:jc w:val="both"/>
        <w:rPr>
          <w:rFonts w:cs="Arial"/>
          <w:b/>
          <w:bCs/>
          <w:i/>
          <w:iCs/>
        </w:rPr>
      </w:pPr>
      <w:r w:rsidRPr="00E77210">
        <w:rPr>
          <w:rFonts w:cs="Arial"/>
          <w:b/>
          <w:bCs/>
          <w:iCs/>
        </w:rPr>
        <w:t>INTRODUCCIÓN</w:t>
      </w:r>
    </w:p>
    <w:p w14:paraId="3B55CCDF" w14:textId="77777777" w:rsidR="00E77210" w:rsidRPr="00E77210" w:rsidRDefault="00E77210" w:rsidP="00E77210">
      <w:pPr>
        <w:jc w:val="both"/>
        <w:rPr>
          <w:rFonts w:cs="Arial"/>
          <w:i/>
          <w:iCs/>
        </w:rPr>
      </w:pPr>
    </w:p>
    <w:p w14:paraId="65A153F6" w14:textId="77777777" w:rsidR="00E77210" w:rsidRPr="00E77210" w:rsidRDefault="00E77210" w:rsidP="00E77210">
      <w:pPr>
        <w:jc w:val="both"/>
        <w:rPr>
          <w:rFonts w:cs="Arial"/>
          <w:i/>
          <w:iCs/>
        </w:rPr>
      </w:pPr>
      <w:r w:rsidRPr="00E77210">
        <w:rPr>
          <w:rFonts w:cs="Arial"/>
          <w:iCs/>
        </w:rPr>
        <w:t>La función de compras debe ser orientada a satisfacer las necesidades de la entidad estatal y a obtener el mayor valor por el dinero público, por lo que a través de este instrumento y en cumplimiento de la obligación legal de la Contaduría General de la Nación de analizar el mercado relativo al objeto del proceso de contratación, como entidad pública del orden nacional, según el artículo 2.2.1.1.1.6.1 del Decreto 1082 de 2015, se procede a desarrollar el análisis del sector alrededor del objeto del proceso siguiendo los lineamientos de la Agencia Nacional de Contratación Estatal- Colombia compra eficiente.</w:t>
      </w:r>
    </w:p>
    <w:p w14:paraId="791EF31C" w14:textId="77777777" w:rsidR="00E77210" w:rsidRPr="00E77210" w:rsidRDefault="00E77210" w:rsidP="00E77210">
      <w:pPr>
        <w:jc w:val="both"/>
        <w:rPr>
          <w:rFonts w:cs="Arial"/>
          <w:i/>
          <w:iCs/>
        </w:rPr>
      </w:pPr>
    </w:p>
    <w:p w14:paraId="336164D8" w14:textId="77777777" w:rsidR="00E77210" w:rsidRPr="00E77210" w:rsidRDefault="00E77210" w:rsidP="00E77210">
      <w:pPr>
        <w:jc w:val="both"/>
        <w:rPr>
          <w:rFonts w:cs="Arial"/>
          <w:b/>
          <w:bCs/>
          <w:i/>
          <w:iCs/>
        </w:rPr>
      </w:pPr>
      <w:r w:rsidRPr="00E77210">
        <w:rPr>
          <w:rFonts w:cs="Arial"/>
          <w:b/>
          <w:bCs/>
          <w:iCs/>
        </w:rPr>
        <w:t>ASPECTOS GENERALES</w:t>
      </w:r>
    </w:p>
    <w:p w14:paraId="3A668D0F" w14:textId="77777777" w:rsidR="00E77210" w:rsidRPr="00E77210" w:rsidRDefault="00E77210" w:rsidP="00E77210">
      <w:pPr>
        <w:jc w:val="both"/>
        <w:rPr>
          <w:rFonts w:cs="Arial"/>
          <w:i/>
          <w:iCs/>
        </w:rPr>
      </w:pPr>
    </w:p>
    <w:p w14:paraId="0B3E4315" w14:textId="77777777" w:rsidR="00E77210" w:rsidRPr="00E77210" w:rsidRDefault="00E77210" w:rsidP="00E77210">
      <w:pPr>
        <w:jc w:val="both"/>
        <w:rPr>
          <w:rFonts w:cs="Arial"/>
          <w:i/>
          <w:iCs/>
          <w:color w:val="FF0000"/>
        </w:rPr>
      </w:pPr>
      <w:r w:rsidRPr="00E77210">
        <w:rPr>
          <w:rFonts w:cs="Arial"/>
          <w:iCs/>
          <w:color w:val="FF0000"/>
        </w:rPr>
        <w:t>Necesidad del servicio.</w:t>
      </w:r>
    </w:p>
    <w:p w14:paraId="6EA02CCE" w14:textId="77777777" w:rsidR="00E77210" w:rsidRPr="00E77210" w:rsidRDefault="00E77210" w:rsidP="00E77210">
      <w:pPr>
        <w:jc w:val="both"/>
        <w:rPr>
          <w:rFonts w:cs="Arial"/>
          <w:i/>
          <w:iCs/>
          <w:color w:val="FF0000"/>
        </w:rPr>
      </w:pPr>
      <w:r w:rsidRPr="00E77210">
        <w:rPr>
          <w:rFonts w:cs="Arial"/>
          <w:iCs/>
          <w:color w:val="FF0000"/>
        </w:rPr>
        <w:t>(Se debe describir cual es la necesidad del servicio)</w:t>
      </w:r>
    </w:p>
    <w:p w14:paraId="11E3D32D" w14:textId="77777777" w:rsidR="00E77210" w:rsidRPr="00E77210" w:rsidRDefault="00E77210" w:rsidP="00E77210">
      <w:pPr>
        <w:jc w:val="both"/>
        <w:rPr>
          <w:rFonts w:cs="Arial"/>
          <w:i/>
          <w:iCs/>
          <w:color w:val="FF0000"/>
        </w:rPr>
      </w:pPr>
    </w:p>
    <w:p w14:paraId="6C290E08" w14:textId="77777777" w:rsidR="00E77210" w:rsidRPr="00E77210" w:rsidRDefault="00E77210" w:rsidP="00E77210">
      <w:pPr>
        <w:jc w:val="both"/>
        <w:rPr>
          <w:rFonts w:cs="Arial"/>
          <w:i/>
          <w:iCs/>
        </w:rPr>
      </w:pPr>
      <w:r w:rsidRPr="00E77210">
        <w:rPr>
          <w:rFonts w:cs="Arial"/>
          <w:iCs/>
        </w:rPr>
        <w:t>a. Elaborar ficha técnica de requerimientos, la cual debe contemplar descripción del bien o servicio a requerir, especificaciones técnicas detalladas, cantidades, unidades de INSTRUCTIVO ELABORACIÓN ANÁLISIS DEL SECTOR Proceso asociado Código Versión Adquisición de Bienes y Servicios I-BS-02 01 3 medida, tiempos de entrega, obligaciones del contratista y todas las condiciones que se requieran para cubrir la necesidad de la entidad. b. Establecer la necesidad de adelantar un estudio de mercado.</w:t>
      </w:r>
    </w:p>
    <w:p w14:paraId="7E0C3AF2" w14:textId="77777777" w:rsidR="00E77210" w:rsidRPr="00E77210" w:rsidRDefault="00E77210" w:rsidP="00E77210">
      <w:pPr>
        <w:jc w:val="both"/>
        <w:rPr>
          <w:rFonts w:cs="Arial"/>
          <w:i/>
          <w:iCs/>
        </w:rPr>
      </w:pPr>
    </w:p>
    <w:p w14:paraId="363E4170" w14:textId="77777777" w:rsidR="00E77210" w:rsidRPr="00E77210" w:rsidRDefault="00E77210" w:rsidP="00E77210">
      <w:pPr>
        <w:jc w:val="both"/>
        <w:rPr>
          <w:rFonts w:cs="Arial"/>
          <w:i/>
          <w:iCs/>
          <w:color w:val="FF0000"/>
        </w:rPr>
      </w:pPr>
      <w:r w:rsidRPr="00E77210">
        <w:rPr>
          <w:rFonts w:cs="Arial"/>
          <w:iCs/>
          <w:color w:val="FF0000"/>
        </w:rPr>
        <w:t>1.1.1 Identificación Potenciales Proveedores</w:t>
      </w:r>
    </w:p>
    <w:p w14:paraId="0D613258" w14:textId="77777777" w:rsidR="00E77210" w:rsidRPr="00E77210" w:rsidRDefault="00E77210" w:rsidP="00E77210">
      <w:pPr>
        <w:jc w:val="both"/>
        <w:rPr>
          <w:rFonts w:cs="Arial"/>
          <w:i/>
          <w:iCs/>
        </w:rPr>
      </w:pPr>
    </w:p>
    <w:p w14:paraId="64D50679" w14:textId="77777777" w:rsidR="00E77210" w:rsidRPr="00E77210" w:rsidRDefault="00E77210" w:rsidP="00E77210">
      <w:pPr>
        <w:jc w:val="both"/>
        <w:rPr>
          <w:rFonts w:cs="Arial"/>
          <w:i/>
          <w:iCs/>
        </w:rPr>
      </w:pPr>
      <w:r w:rsidRPr="00E77210">
        <w:rPr>
          <w:rFonts w:cs="Arial"/>
          <w:iCs/>
        </w:rPr>
        <w:t>a. Identificar empresas que puedan ser potenciales proveedores, lo cual se puede realizar teniendo en cuenta las siguientes fuentes de información:</w:t>
      </w:r>
    </w:p>
    <w:p w14:paraId="5B664C1D" w14:textId="77777777" w:rsidR="00E77210" w:rsidRPr="00E77210" w:rsidRDefault="00E77210" w:rsidP="00E77210">
      <w:pPr>
        <w:jc w:val="both"/>
        <w:rPr>
          <w:rFonts w:cs="Arial"/>
          <w:i/>
          <w:iCs/>
        </w:rPr>
      </w:pPr>
      <w:r w:rsidRPr="00E77210">
        <w:rPr>
          <w:rFonts w:cs="Arial"/>
          <w:iCs/>
        </w:rPr>
        <w:t>- Proveedores que la entidad ha tenido en vigencias anteriores.</w:t>
      </w:r>
    </w:p>
    <w:p w14:paraId="7E82CD8C" w14:textId="77777777" w:rsidR="00E77210" w:rsidRPr="00E77210" w:rsidRDefault="00E77210" w:rsidP="00E77210">
      <w:pPr>
        <w:jc w:val="both"/>
        <w:rPr>
          <w:rFonts w:cs="Arial"/>
          <w:i/>
          <w:iCs/>
        </w:rPr>
      </w:pPr>
      <w:r w:rsidRPr="00E77210">
        <w:rPr>
          <w:rFonts w:cs="Arial"/>
          <w:iCs/>
        </w:rPr>
        <w:t>- Plataformas SECOP I y II, buscando procesos con objetos similares.</w:t>
      </w:r>
    </w:p>
    <w:p w14:paraId="7B146BF7" w14:textId="77777777" w:rsidR="00E77210" w:rsidRPr="00E77210" w:rsidRDefault="00E77210" w:rsidP="00E77210">
      <w:pPr>
        <w:jc w:val="both"/>
        <w:rPr>
          <w:rFonts w:cs="Arial"/>
          <w:i/>
          <w:iCs/>
        </w:rPr>
      </w:pPr>
      <w:r w:rsidRPr="00E77210">
        <w:rPr>
          <w:rFonts w:cs="Arial"/>
          <w:iCs/>
        </w:rPr>
        <w:t>- Páginas de superintendencias del sector.</w:t>
      </w:r>
    </w:p>
    <w:p w14:paraId="597EE986" w14:textId="77777777" w:rsidR="00E77210" w:rsidRPr="00E77210" w:rsidRDefault="00E77210" w:rsidP="00E77210">
      <w:pPr>
        <w:jc w:val="both"/>
        <w:rPr>
          <w:rFonts w:cs="Arial"/>
          <w:i/>
          <w:iCs/>
        </w:rPr>
      </w:pPr>
      <w:r w:rsidRPr="00E77210">
        <w:rPr>
          <w:rFonts w:cs="Arial"/>
          <w:iCs/>
        </w:rPr>
        <w:t>- Internet.</w:t>
      </w:r>
    </w:p>
    <w:p w14:paraId="74D1B130" w14:textId="77777777" w:rsidR="00E77210" w:rsidRPr="00E77210" w:rsidRDefault="00E77210" w:rsidP="00E77210">
      <w:pPr>
        <w:jc w:val="both"/>
        <w:rPr>
          <w:rFonts w:cs="Arial"/>
          <w:i/>
          <w:iCs/>
        </w:rPr>
      </w:pPr>
      <w:r w:rsidRPr="00E77210">
        <w:rPr>
          <w:rFonts w:cs="Arial"/>
          <w:iCs/>
        </w:rPr>
        <w:t>- Federaciones, asociaciones y agremiaciones.</w:t>
      </w:r>
    </w:p>
    <w:p w14:paraId="2B8773C7" w14:textId="77777777" w:rsidR="00E77210" w:rsidRPr="00E77210" w:rsidRDefault="00E77210" w:rsidP="00E77210">
      <w:pPr>
        <w:jc w:val="both"/>
        <w:rPr>
          <w:rFonts w:cs="Arial"/>
          <w:i/>
          <w:iCs/>
        </w:rPr>
      </w:pPr>
    </w:p>
    <w:p w14:paraId="06715E28" w14:textId="77777777" w:rsidR="00E77210" w:rsidRPr="00E77210" w:rsidRDefault="00E77210" w:rsidP="00E77210">
      <w:pPr>
        <w:jc w:val="both"/>
        <w:rPr>
          <w:rFonts w:cs="Arial"/>
          <w:i/>
          <w:iCs/>
        </w:rPr>
      </w:pPr>
      <w:r w:rsidRPr="00E77210">
        <w:rPr>
          <w:rFonts w:cs="Arial"/>
          <w:iCs/>
        </w:rPr>
        <w:t>La dependencia en el proceso de identificación de empresas del sector, debe registrar datos como:</w:t>
      </w:r>
    </w:p>
    <w:p w14:paraId="4635D53C" w14:textId="77777777" w:rsidR="00E77210" w:rsidRPr="00E77210" w:rsidRDefault="00E77210" w:rsidP="00E77210">
      <w:pPr>
        <w:jc w:val="both"/>
        <w:rPr>
          <w:rFonts w:cs="Arial"/>
          <w:i/>
          <w:iCs/>
        </w:rPr>
      </w:pPr>
      <w:r w:rsidRPr="00E77210">
        <w:rPr>
          <w:rFonts w:cs="Arial"/>
          <w:iCs/>
        </w:rPr>
        <w:lastRenderedPageBreak/>
        <w:t>- Razón Social</w:t>
      </w:r>
    </w:p>
    <w:p w14:paraId="1A423B30" w14:textId="77777777" w:rsidR="00E77210" w:rsidRPr="00E77210" w:rsidRDefault="00E77210" w:rsidP="00E77210">
      <w:pPr>
        <w:jc w:val="both"/>
        <w:rPr>
          <w:rFonts w:cs="Arial"/>
          <w:i/>
          <w:iCs/>
        </w:rPr>
      </w:pPr>
      <w:r w:rsidRPr="00E77210">
        <w:rPr>
          <w:rFonts w:cs="Arial"/>
          <w:iCs/>
        </w:rPr>
        <w:t>- Nit.</w:t>
      </w:r>
    </w:p>
    <w:p w14:paraId="79E5527D" w14:textId="77777777" w:rsidR="00E77210" w:rsidRPr="00E77210" w:rsidRDefault="00E77210" w:rsidP="00E77210">
      <w:pPr>
        <w:jc w:val="both"/>
        <w:rPr>
          <w:rFonts w:cs="Arial"/>
          <w:i/>
          <w:iCs/>
        </w:rPr>
      </w:pPr>
      <w:r w:rsidRPr="00E77210">
        <w:rPr>
          <w:rFonts w:cs="Arial"/>
          <w:iCs/>
        </w:rPr>
        <w:t>- Página web</w:t>
      </w:r>
    </w:p>
    <w:p w14:paraId="6D9A6C22" w14:textId="77777777" w:rsidR="00E77210" w:rsidRPr="00E77210" w:rsidRDefault="00E77210" w:rsidP="00E77210">
      <w:pPr>
        <w:jc w:val="both"/>
        <w:rPr>
          <w:rFonts w:cs="Arial"/>
          <w:i/>
          <w:iCs/>
        </w:rPr>
      </w:pPr>
      <w:r w:rsidRPr="00E77210">
        <w:rPr>
          <w:rFonts w:cs="Arial"/>
          <w:iCs/>
        </w:rPr>
        <w:t>- Correo electrónico de contacto</w:t>
      </w:r>
    </w:p>
    <w:p w14:paraId="583355C0" w14:textId="77777777" w:rsidR="00E77210" w:rsidRPr="00E77210" w:rsidRDefault="00E77210" w:rsidP="00E77210">
      <w:pPr>
        <w:jc w:val="both"/>
        <w:rPr>
          <w:rFonts w:cs="Arial"/>
          <w:i/>
          <w:iCs/>
        </w:rPr>
      </w:pPr>
      <w:r w:rsidRPr="00E77210">
        <w:rPr>
          <w:rFonts w:cs="Arial"/>
          <w:iCs/>
        </w:rPr>
        <w:t>- Teléfono de contacto</w:t>
      </w:r>
    </w:p>
    <w:p w14:paraId="446D9B43" w14:textId="77777777" w:rsidR="00E77210" w:rsidRPr="00E77210" w:rsidRDefault="00E77210" w:rsidP="00E77210">
      <w:pPr>
        <w:jc w:val="both"/>
        <w:rPr>
          <w:rFonts w:cs="Arial"/>
          <w:i/>
          <w:iCs/>
        </w:rPr>
      </w:pPr>
      <w:r w:rsidRPr="00E77210">
        <w:rPr>
          <w:rFonts w:cs="Arial"/>
          <w:iCs/>
        </w:rPr>
        <w:t>- Ciudad ubicación</w:t>
      </w:r>
    </w:p>
    <w:p w14:paraId="3BEA447D" w14:textId="77777777" w:rsidR="00E77210" w:rsidRPr="00E77210" w:rsidRDefault="00E77210" w:rsidP="00E77210">
      <w:pPr>
        <w:jc w:val="both"/>
        <w:rPr>
          <w:rFonts w:cs="Arial"/>
          <w:i/>
          <w:iCs/>
        </w:rPr>
      </w:pPr>
      <w:r w:rsidRPr="00E77210">
        <w:rPr>
          <w:rFonts w:cs="Arial"/>
          <w:iCs/>
        </w:rPr>
        <w:t>- Nombre de contacto</w:t>
      </w:r>
    </w:p>
    <w:p w14:paraId="25523F83" w14:textId="77777777" w:rsidR="00E77210" w:rsidRPr="00E77210" w:rsidRDefault="00E77210" w:rsidP="00E77210">
      <w:pPr>
        <w:jc w:val="both"/>
        <w:rPr>
          <w:rFonts w:cs="Arial"/>
          <w:i/>
          <w:iCs/>
        </w:rPr>
      </w:pPr>
    </w:p>
    <w:p w14:paraId="5F5B3EBC" w14:textId="77777777" w:rsidR="00E77210" w:rsidRPr="00E77210" w:rsidRDefault="00E77210" w:rsidP="00E77210">
      <w:pPr>
        <w:jc w:val="both"/>
        <w:rPr>
          <w:rFonts w:cs="Arial"/>
          <w:i/>
          <w:iCs/>
          <w:color w:val="FF0000"/>
        </w:rPr>
      </w:pPr>
      <w:r w:rsidRPr="00E77210">
        <w:rPr>
          <w:rFonts w:cs="Arial"/>
          <w:iCs/>
          <w:color w:val="FF0000"/>
        </w:rPr>
        <w:t>1.1.2. Invitación a Cotizar</w:t>
      </w:r>
    </w:p>
    <w:p w14:paraId="4A828A56" w14:textId="77777777" w:rsidR="00E77210" w:rsidRPr="00E77210" w:rsidRDefault="00E77210" w:rsidP="00E77210">
      <w:pPr>
        <w:jc w:val="both"/>
        <w:rPr>
          <w:rFonts w:cs="Arial"/>
          <w:i/>
          <w:iCs/>
        </w:rPr>
      </w:pPr>
    </w:p>
    <w:p w14:paraId="0D01EF7E" w14:textId="77777777" w:rsidR="00E77210" w:rsidRPr="00E77210" w:rsidRDefault="00E77210" w:rsidP="00E77210">
      <w:pPr>
        <w:jc w:val="both"/>
        <w:rPr>
          <w:rFonts w:cs="Arial"/>
          <w:i/>
          <w:iCs/>
        </w:rPr>
      </w:pPr>
      <w:r w:rsidRPr="00E77210">
        <w:rPr>
          <w:rFonts w:cs="Arial"/>
          <w:iCs/>
        </w:rPr>
        <w:t>a. Elaborar invitación a cotizar a mínimo 3 empresas del sector, la cual debe tener en cuenta los siguientes aspectos:</w:t>
      </w:r>
    </w:p>
    <w:p w14:paraId="1E4D7DFB" w14:textId="77777777" w:rsidR="00E77210" w:rsidRPr="00E77210" w:rsidRDefault="00E77210" w:rsidP="00E77210">
      <w:pPr>
        <w:jc w:val="both"/>
        <w:rPr>
          <w:rFonts w:cs="Arial"/>
          <w:i/>
          <w:iCs/>
        </w:rPr>
      </w:pPr>
      <w:r w:rsidRPr="00E77210">
        <w:rPr>
          <w:rFonts w:cs="Arial"/>
          <w:iCs/>
        </w:rPr>
        <w:t>- Fecha de envío de invitación.</w:t>
      </w:r>
    </w:p>
    <w:p w14:paraId="1DE6CB6B" w14:textId="77777777" w:rsidR="00E77210" w:rsidRPr="00E77210" w:rsidRDefault="00E77210" w:rsidP="00E77210">
      <w:pPr>
        <w:jc w:val="both"/>
        <w:rPr>
          <w:rFonts w:cs="Arial"/>
          <w:i/>
          <w:iCs/>
        </w:rPr>
      </w:pPr>
      <w:r w:rsidRPr="00E77210">
        <w:rPr>
          <w:rFonts w:cs="Arial"/>
          <w:iCs/>
        </w:rPr>
        <w:t>- Plazo para presentar cotizaciones (debe darse un plazo razonable de acuerdo con los bienes o servicios requeridos, con el fin de poder tener cotizaciones para el estudio de mercado. No debe ser inferior a 8 días hábiles)</w:t>
      </w:r>
    </w:p>
    <w:p w14:paraId="3A169B6B" w14:textId="77777777" w:rsidR="00E77210" w:rsidRPr="00E77210" w:rsidRDefault="00E77210" w:rsidP="00E77210">
      <w:pPr>
        <w:jc w:val="both"/>
        <w:rPr>
          <w:rFonts w:cs="Arial"/>
          <w:i/>
          <w:iCs/>
        </w:rPr>
      </w:pPr>
      <w:r w:rsidRPr="00E77210">
        <w:rPr>
          <w:rFonts w:cs="Arial"/>
          <w:iCs/>
        </w:rPr>
        <w:t>- Plazo para presentar inquietudes frente a requerimientos técnicos.</w:t>
      </w:r>
    </w:p>
    <w:p w14:paraId="10551FA8" w14:textId="77777777" w:rsidR="00E77210" w:rsidRPr="00E77210" w:rsidRDefault="00E77210" w:rsidP="00E77210">
      <w:pPr>
        <w:jc w:val="both"/>
        <w:rPr>
          <w:rFonts w:cs="Arial"/>
          <w:i/>
          <w:iCs/>
        </w:rPr>
      </w:pPr>
      <w:r w:rsidRPr="00E77210">
        <w:rPr>
          <w:rFonts w:cs="Arial"/>
          <w:iCs/>
        </w:rPr>
        <w:t>- Indicar el objeto del estudio de mercado.</w:t>
      </w:r>
    </w:p>
    <w:p w14:paraId="2CAC23F5" w14:textId="77777777" w:rsidR="00E77210" w:rsidRPr="00E77210" w:rsidRDefault="00E77210" w:rsidP="00E77210">
      <w:pPr>
        <w:jc w:val="both"/>
        <w:rPr>
          <w:rFonts w:cs="Arial"/>
          <w:i/>
          <w:iCs/>
        </w:rPr>
      </w:pPr>
    </w:p>
    <w:p w14:paraId="62EC431F" w14:textId="77777777" w:rsidR="00E77210" w:rsidRPr="00E77210" w:rsidRDefault="00E77210" w:rsidP="00E77210">
      <w:pPr>
        <w:jc w:val="both"/>
        <w:rPr>
          <w:rFonts w:cs="Arial"/>
          <w:i/>
          <w:iCs/>
          <w:color w:val="000000" w:themeColor="text1"/>
        </w:rPr>
      </w:pPr>
      <w:r w:rsidRPr="00E77210">
        <w:rPr>
          <w:rFonts w:cs="Arial"/>
          <w:iCs/>
          <w:color w:val="000000" w:themeColor="text1"/>
        </w:rPr>
        <w:t>Marco Legal</w:t>
      </w:r>
    </w:p>
    <w:p w14:paraId="1CD7E34A" w14:textId="77777777" w:rsidR="00E77210" w:rsidRPr="00E77210" w:rsidRDefault="00E77210" w:rsidP="00E77210">
      <w:pPr>
        <w:jc w:val="both"/>
        <w:rPr>
          <w:rFonts w:cs="Arial"/>
          <w:i/>
          <w:iCs/>
          <w:color w:val="FF0000"/>
        </w:rPr>
      </w:pPr>
      <w:r w:rsidRPr="00E77210">
        <w:rPr>
          <w:rFonts w:cs="Arial"/>
          <w:iCs/>
          <w:color w:val="FF0000"/>
        </w:rPr>
        <w:t>(se deben incluir las normas que rodean el objeto contractual)</w:t>
      </w:r>
    </w:p>
    <w:p w14:paraId="21375E5C" w14:textId="77777777" w:rsidR="00E77210" w:rsidRPr="00E77210" w:rsidRDefault="00E77210" w:rsidP="00E77210">
      <w:pPr>
        <w:jc w:val="both"/>
        <w:rPr>
          <w:rFonts w:cs="Arial"/>
          <w:i/>
          <w:iCs/>
          <w:color w:val="FF0000"/>
        </w:rPr>
      </w:pPr>
    </w:p>
    <w:p w14:paraId="642BA60B" w14:textId="77777777" w:rsidR="00E77210" w:rsidRPr="00E77210" w:rsidRDefault="00E77210" w:rsidP="00E77210">
      <w:pPr>
        <w:jc w:val="both"/>
        <w:rPr>
          <w:rFonts w:cs="Arial"/>
          <w:i/>
          <w:iCs/>
          <w:color w:val="000000" w:themeColor="text1"/>
        </w:rPr>
      </w:pPr>
      <w:r w:rsidRPr="00E77210">
        <w:rPr>
          <w:rFonts w:cs="Arial"/>
          <w:iCs/>
          <w:color w:val="000000" w:themeColor="text1"/>
        </w:rPr>
        <w:t>1.3 Descripción del servicio requerido</w:t>
      </w:r>
    </w:p>
    <w:p w14:paraId="798DDDCB" w14:textId="77777777" w:rsidR="00E77210" w:rsidRPr="00E77210" w:rsidRDefault="00E77210" w:rsidP="00E77210">
      <w:pPr>
        <w:jc w:val="both"/>
        <w:rPr>
          <w:rFonts w:cs="Arial"/>
          <w:i/>
          <w:iCs/>
          <w:color w:val="FF0000"/>
        </w:rPr>
      </w:pPr>
      <w:r w:rsidRPr="00E77210">
        <w:rPr>
          <w:rFonts w:cs="Arial"/>
          <w:iCs/>
          <w:color w:val="FF0000"/>
        </w:rPr>
        <w:t>(se debe describir el servicio o producto que será adquirido más los requerimientos técnicos para su ejecución)</w:t>
      </w:r>
    </w:p>
    <w:p w14:paraId="5282A0DE" w14:textId="77777777" w:rsidR="00E77210" w:rsidRPr="00E77210" w:rsidRDefault="00E77210" w:rsidP="00E77210">
      <w:pPr>
        <w:jc w:val="both"/>
        <w:rPr>
          <w:rFonts w:cs="Arial"/>
          <w:i/>
          <w:iCs/>
          <w:color w:val="FF0000"/>
        </w:rPr>
      </w:pPr>
    </w:p>
    <w:p w14:paraId="786242AE" w14:textId="77777777" w:rsidR="00E77210" w:rsidRPr="00E77210" w:rsidRDefault="00E77210" w:rsidP="00E77210">
      <w:pPr>
        <w:jc w:val="both"/>
        <w:rPr>
          <w:rFonts w:cs="Arial"/>
          <w:i/>
          <w:iCs/>
          <w:color w:val="000000" w:themeColor="text1"/>
        </w:rPr>
      </w:pPr>
      <w:r w:rsidRPr="00E77210">
        <w:rPr>
          <w:rFonts w:cs="Arial"/>
          <w:iCs/>
          <w:color w:val="000000" w:themeColor="text1"/>
        </w:rPr>
        <w:t>Clasificador de bienes y servicios UNSPSC:</w:t>
      </w:r>
    </w:p>
    <w:p w14:paraId="6CA50BD6" w14:textId="77777777" w:rsidR="00E77210" w:rsidRPr="00E77210" w:rsidRDefault="00E77210" w:rsidP="00E77210">
      <w:pPr>
        <w:jc w:val="both"/>
        <w:rPr>
          <w:rFonts w:cs="Arial"/>
          <w:i/>
          <w:iCs/>
          <w:color w:val="FF0000"/>
        </w:rPr>
      </w:pPr>
      <w:r w:rsidRPr="00E77210">
        <w:rPr>
          <w:rFonts w:cs="Arial"/>
          <w:iCs/>
          <w:color w:val="FF0000"/>
        </w:rPr>
        <w:t>(Identificación y clasificación de productos y/o bienes a contratar hasta el cuarto nivel (consultar guía para la clasificación de bienes y servicios de acuerdo con el código estándar de productos y servicios de Naciones Unidas emitida por Colombia compra eficiente)</w:t>
      </w:r>
    </w:p>
    <w:p w14:paraId="12C4100C" w14:textId="77777777" w:rsidR="00E77210" w:rsidRPr="00E77210" w:rsidRDefault="00E77210" w:rsidP="00E77210">
      <w:pPr>
        <w:jc w:val="both"/>
        <w:rPr>
          <w:rFonts w:cs="Arial"/>
          <w:i/>
          <w:iCs/>
        </w:rPr>
      </w:pPr>
    </w:p>
    <w:p w14:paraId="06A86737" w14:textId="77777777" w:rsidR="00E77210" w:rsidRPr="00E77210" w:rsidRDefault="00E77210" w:rsidP="00E77210">
      <w:pPr>
        <w:jc w:val="both"/>
        <w:rPr>
          <w:rFonts w:cs="Arial"/>
          <w:i/>
          <w:iCs/>
        </w:rPr>
      </w:pPr>
      <w:r w:rsidRPr="00E77210">
        <w:rPr>
          <w:rFonts w:cs="Arial"/>
          <w:iCs/>
        </w:rPr>
        <w:t>Deber de análisis de las Entidades Estatales</w:t>
      </w:r>
    </w:p>
    <w:p w14:paraId="058C6E11" w14:textId="77777777" w:rsidR="00E77210" w:rsidRPr="00E77210" w:rsidRDefault="00E77210" w:rsidP="00E77210">
      <w:pPr>
        <w:jc w:val="both"/>
        <w:rPr>
          <w:rFonts w:cs="Arial"/>
          <w:i/>
          <w:iCs/>
          <w:color w:val="FF0000"/>
        </w:rPr>
      </w:pPr>
      <w:r w:rsidRPr="00E77210">
        <w:rPr>
          <w:rFonts w:cs="Arial"/>
          <w:iCs/>
          <w:color w:val="FF0000"/>
        </w:rPr>
        <w:t>(breve descripción del sector relativo al objeto a contratar desde la perspectiva legal, comercial, financiera (si se requiere) organizacional, técnica y de análisis de riesgo. Se debe analizar las condiciones del bien o servicio a contratar, así como el plazo las formas de pago y entrega del producto)</w:t>
      </w:r>
    </w:p>
    <w:p w14:paraId="776747C8" w14:textId="77777777" w:rsidR="00E77210" w:rsidRPr="00E77210" w:rsidRDefault="00E77210" w:rsidP="00E77210">
      <w:pPr>
        <w:jc w:val="both"/>
        <w:rPr>
          <w:rFonts w:cs="Arial"/>
          <w:i/>
          <w:iCs/>
        </w:rPr>
      </w:pPr>
    </w:p>
    <w:p w14:paraId="5039BA0B" w14:textId="77777777" w:rsidR="00E77210" w:rsidRPr="00E77210" w:rsidRDefault="00E77210" w:rsidP="00E77210">
      <w:pPr>
        <w:jc w:val="both"/>
        <w:rPr>
          <w:rFonts w:cs="Arial"/>
          <w:i/>
          <w:iCs/>
          <w:color w:val="000000" w:themeColor="text1"/>
        </w:rPr>
      </w:pPr>
      <w:r w:rsidRPr="00E77210">
        <w:rPr>
          <w:rFonts w:cs="Arial"/>
          <w:iCs/>
          <w:color w:val="000000" w:themeColor="text1"/>
        </w:rPr>
        <w:t>1.6 Sustentación del por qué se requiere contratar bajo la modalidad seleccionada.</w:t>
      </w:r>
    </w:p>
    <w:p w14:paraId="51A31189" w14:textId="77777777" w:rsidR="00E77210" w:rsidRPr="00E77210" w:rsidRDefault="00E77210" w:rsidP="00E77210">
      <w:pPr>
        <w:jc w:val="both"/>
        <w:rPr>
          <w:rFonts w:cs="Arial"/>
          <w:i/>
          <w:iCs/>
          <w:color w:val="FF0000"/>
        </w:rPr>
      </w:pPr>
      <w:r w:rsidRPr="00E77210">
        <w:rPr>
          <w:rFonts w:cs="Arial"/>
          <w:iCs/>
          <w:color w:val="FF0000"/>
        </w:rPr>
        <w:lastRenderedPageBreak/>
        <w:t>(se debe describir la justificación para llevar a cabo la modalidad a contratar, se debe sustentar normativamente.)</w:t>
      </w:r>
    </w:p>
    <w:p w14:paraId="77E490EE" w14:textId="77777777" w:rsidR="00E77210" w:rsidRPr="00E77210" w:rsidRDefault="00E77210" w:rsidP="00E77210">
      <w:pPr>
        <w:jc w:val="both"/>
        <w:rPr>
          <w:rFonts w:cs="Arial"/>
          <w:i/>
          <w:iCs/>
        </w:rPr>
      </w:pPr>
    </w:p>
    <w:p w14:paraId="1698E456" w14:textId="77777777" w:rsidR="00E77210" w:rsidRPr="00E77210" w:rsidRDefault="00E77210" w:rsidP="00E77210">
      <w:pPr>
        <w:jc w:val="both"/>
        <w:rPr>
          <w:rFonts w:cs="Arial"/>
          <w:i/>
          <w:iCs/>
        </w:rPr>
      </w:pPr>
      <w:r w:rsidRPr="00E77210">
        <w:rPr>
          <w:rFonts w:cs="Arial"/>
          <w:iCs/>
        </w:rPr>
        <w:t>1.7Análisis del valor del presupuesto.</w:t>
      </w:r>
    </w:p>
    <w:p w14:paraId="027C840C" w14:textId="77777777" w:rsidR="00E77210" w:rsidRPr="00E77210" w:rsidRDefault="00E77210" w:rsidP="00E77210">
      <w:pPr>
        <w:jc w:val="both"/>
        <w:rPr>
          <w:rFonts w:cs="Arial"/>
          <w:i/>
          <w:iCs/>
          <w:color w:val="FF0000"/>
        </w:rPr>
      </w:pPr>
      <w:r w:rsidRPr="00E77210">
        <w:rPr>
          <w:rFonts w:cs="Arial"/>
          <w:iCs/>
          <w:color w:val="FF0000"/>
        </w:rPr>
        <w:t>(se debe llevar a cabo el estudio del análisis de precio del mercado versus el proyecto de costos elaborado por el futuro contratista con el fin de obtener el mejor precio indicativo del producto o servicio que se pretende contratar. En este numeral se debe definir el valor estimado del contrato)</w:t>
      </w:r>
    </w:p>
    <w:p w14:paraId="7DE27ACD" w14:textId="77777777" w:rsidR="00E77210" w:rsidRPr="00E77210" w:rsidRDefault="00E77210" w:rsidP="00E77210">
      <w:pPr>
        <w:jc w:val="both"/>
        <w:rPr>
          <w:rFonts w:cs="Arial"/>
          <w:i/>
          <w:iCs/>
          <w:color w:val="000000" w:themeColor="text1"/>
        </w:rPr>
      </w:pPr>
    </w:p>
    <w:p w14:paraId="748DFE63" w14:textId="77777777" w:rsidR="00E77210" w:rsidRPr="00E77210" w:rsidRDefault="00E77210" w:rsidP="00E77210">
      <w:pPr>
        <w:jc w:val="both"/>
        <w:rPr>
          <w:rFonts w:cs="Arial"/>
          <w:i/>
          <w:iCs/>
          <w:color w:val="000000" w:themeColor="text1"/>
        </w:rPr>
      </w:pPr>
      <w:r w:rsidRPr="00E77210">
        <w:rPr>
          <w:rFonts w:cs="Arial"/>
          <w:iCs/>
          <w:color w:val="000000" w:themeColor="text1"/>
        </w:rPr>
        <w:t>2- Histórico de contratación.</w:t>
      </w:r>
    </w:p>
    <w:p w14:paraId="06650CBC" w14:textId="77777777" w:rsidR="00E77210" w:rsidRPr="00E77210" w:rsidRDefault="00E77210" w:rsidP="00E77210">
      <w:pPr>
        <w:jc w:val="both"/>
        <w:rPr>
          <w:rFonts w:cs="Arial"/>
          <w:i/>
          <w:iCs/>
          <w:color w:val="FF0000"/>
        </w:rPr>
      </w:pPr>
      <w:r w:rsidRPr="00E77210">
        <w:rPr>
          <w:rFonts w:cs="Arial"/>
          <w:iCs/>
          <w:color w:val="000000" w:themeColor="text1"/>
        </w:rPr>
        <w:t>2.1 por parte de la Contaduría General de la Nación,</w:t>
      </w:r>
      <w:r w:rsidRPr="00E77210">
        <w:rPr>
          <w:rFonts w:cs="Arial"/>
          <w:iCs/>
          <w:color w:val="FF0000"/>
        </w:rPr>
        <w:t xml:space="preserve"> </w:t>
      </w:r>
      <w:bookmarkStart w:id="0" w:name="_Hlk101187602"/>
      <w:r w:rsidRPr="00E77210">
        <w:rPr>
          <w:rFonts w:cs="Arial"/>
          <w:iCs/>
          <w:color w:val="FF0000"/>
        </w:rPr>
        <w:t>reseña de cómo ha contratado la entidad en el pasado este tipo de bien o servicio, el valor y forma de pago. Incluir cuadro resumen de contrataciones anteriores que contengan la siguiente información: N° de contrato, año, objeto, valor, modalidad de contratación y nombre del contratista.</w:t>
      </w:r>
      <w:bookmarkEnd w:id="0"/>
      <w:r w:rsidRPr="00E77210">
        <w:rPr>
          <w:rFonts w:cs="Arial"/>
          <w:iCs/>
          <w:color w:val="FF0000"/>
        </w:rPr>
        <w:t xml:space="preserve"> Si no se han celebrado contrataciones anteriores con objeto igual o relacionado; dejar constancia de ello.</w:t>
      </w:r>
    </w:p>
    <w:p w14:paraId="6DA64A02" w14:textId="77777777" w:rsidR="00E77210" w:rsidRPr="00E77210" w:rsidRDefault="00E77210" w:rsidP="00E77210">
      <w:pPr>
        <w:jc w:val="both"/>
        <w:rPr>
          <w:rFonts w:cs="Arial"/>
          <w:i/>
          <w:iCs/>
          <w:color w:val="FF0000"/>
        </w:rPr>
      </w:pPr>
    </w:p>
    <w:p w14:paraId="1F721408" w14:textId="77777777" w:rsidR="00E77210" w:rsidRPr="00E77210" w:rsidRDefault="00E77210" w:rsidP="00E77210">
      <w:pPr>
        <w:jc w:val="both"/>
        <w:rPr>
          <w:rFonts w:cs="Arial"/>
          <w:i/>
          <w:iCs/>
          <w:color w:val="000000" w:themeColor="text1"/>
        </w:rPr>
      </w:pPr>
      <w:r w:rsidRPr="00E77210">
        <w:rPr>
          <w:rFonts w:cs="Arial"/>
          <w:iCs/>
          <w:color w:val="000000" w:themeColor="text1"/>
        </w:rPr>
        <w:t>2.2 Por parte de otras entidades</w:t>
      </w:r>
      <w:r w:rsidRPr="00E77210">
        <w:rPr>
          <w:rFonts w:cs="Arial"/>
          <w:iCs/>
          <w:color w:val="FF0000"/>
        </w:rPr>
        <w:t xml:space="preserve"> dejar constancia de cómo han contratado otras entidades este tipo de bien o servicio, el valor y forma de pago. Incluir cuadro resumen de contrataciones por otras entidades que contengan la siguiente información: N° de contrato, año, objeto, valor, modalidad de contratación y nombre del contratista. Si no se encuentran registro de contrataciones con objeto igual o relacionado al del presente contrato que se hayan celebrado por otras entidades en plataformas como SECOP, se debe dejar constancia de ello.</w:t>
      </w:r>
    </w:p>
    <w:p w14:paraId="7677408F" w14:textId="77777777" w:rsidR="00E77210" w:rsidRPr="00E77210" w:rsidRDefault="00E77210" w:rsidP="00E77210">
      <w:pPr>
        <w:jc w:val="both"/>
        <w:rPr>
          <w:rFonts w:cs="Arial"/>
          <w:i/>
          <w:iCs/>
        </w:rPr>
      </w:pPr>
    </w:p>
    <w:p w14:paraId="57F49CFE" w14:textId="77777777" w:rsidR="00E77210" w:rsidRPr="00E77210" w:rsidRDefault="00E77210" w:rsidP="00E77210">
      <w:pPr>
        <w:rPr>
          <w:rFonts w:cs="Arial"/>
          <w:i/>
          <w:iCs/>
        </w:rPr>
      </w:pPr>
    </w:p>
    <w:p w14:paraId="5E379D9B" w14:textId="77777777" w:rsidR="00E77210" w:rsidRPr="00E77210" w:rsidRDefault="00E77210" w:rsidP="00E77210">
      <w:pPr>
        <w:rPr>
          <w:rFonts w:cs="Arial"/>
          <w:i/>
          <w:iCs/>
        </w:rPr>
      </w:pPr>
      <w:r w:rsidRPr="00E77210">
        <w:rPr>
          <w:rFonts w:cs="Arial"/>
          <w:iCs/>
        </w:rPr>
        <w:t>XXXXXXXXXXXXXXXXXXXXXXXXXXXXXXXXXXX</w:t>
      </w:r>
    </w:p>
    <w:p w14:paraId="16A61B47" w14:textId="77777777" w:rsidR="00E77210" w:rsidRPr="00E77210" w:rsidRDefault="00E77210" w:rsidP="00E77210">
      <w:pPr>
        <w:rPr>
          <w:rFonts w:cs="Arial"/>
          <w:i/>
          <w:iCs/>
        </w:rPr>
      </w:pPr>
      <w:r w:rsidRPr="00E77210">
        <w:rPr>
          <w:rFonts w:cs="Arial"/>
          <w:iCs/>
        </w:rPr>
        <w:t xml:space="preserve">Nombre </w:t>
      </w:r>
    </w:p>
    <w:p w14:paraId="7D712FB5" w14:textId="77777777" w:rsidR="00E77210" w:rsidRPr="00E77210" w:rsidRDefault="00E77210" w:rsidP="00E77210">
      <w:pPr>
        <w:rPr>
          <w:rFonts w:cs="Arial"/>
          <w:i/>
          <w:iCs/>
        </w:rPr>
      </w:pPr>
      <w:r w:rsidRPr="00E77210">
        <w:rPr>
          <w:rFonts w:cs="Arial"/>
          <w:iCs/>
        </w:rPr>
        <w:t>Cargo</w:t>
      </w:r>
    </w:p>
    <w:p w14:paraId="7A402671" w14:textId="77777777" w:rsidR="00E77210" w:rsidRPr="00E77210" w:rsidRDefault="00E77210" w:rsidP="00E77210">
      <w:pPr>
        <w:rPr>
          <w:rFonts w:cs="Arial"/>
          <w:i/>
          <w:iCs/>
          <w:color w:val="FF0000"/>
          <w:shd w:val="clear" w:color="auto" w:fill="FFFFFF"/>
        </w:rPr>
      </w:pPr>
    </w:p>
    <w:p w14:paraId="0A0FA847" w14:textId="77777777" w:rsidR="00E77210" w:rsidRPr="00E77210" w:rsidRDefault="00E77210" w:rsidP="00E77210">
      <w:pPr>
        <w:rPr>
          <w:rFonts w:cs="Arial"/>
          <w:i/>
          <w:iCs/>
          <w:color w:val="FF0000"/>
        </w:rPr>
      </w:pPr>
    </w:p>
    <w:p w14:paraId="15B75C93" w14:textId="52352C2A" w:rsidR="00E77210" w:rsidRPr="00E77210" w:rsidRDefault="00E77210" w:rsidP="00E77210">
      <w:pPr>
        <w:rPr>
          <w:rFonts w:cs="Arial"/>
          <w:i/>
          <w:iCs/>
          <w:sz w:val="16"/>
          <w:szCs w:val="16"/>
        </w:rPr>
      </w:pPr>
      <w:r w:rsidRPr="00E77210">
        <w:rPr>
          <w:rFonts w:cs="Arial"/>
          <w:iCs/>
          <w:sz w:val="16"/>
          <w:szCs w:val="16"/>
        </w:rPr>
        <w:t>Proyectó:</w:t>
      </w:r>
      <w:r>
        <w:rPr>
          <w:rFonts w:cs="Arial"/>
          <w:iCs/>
          <w:sz w:val="16"/>
          <w:szCs w:val="16"/>
        </w:rPr>
        <w:t xml:space="preserve"> </w:t>
      </w:r>
      <w:r w:rsidRPr="00E77210">
        <w:rPr>
          <w:rFonts w:cs="Arial"/>
          <w:iCs/>
          <w:sz w:val="16"/>
          <w:szCs w:val="16"/>
        </w:rPr>
        <w:t>(nombre y apellidos completos)</w:t>
      </w:r>
    </w:p>
    <w:p w14:paraId="36673065" w14:textId="77777777" w:rsidR="00E77210" w:rsidRPr="00E77210" w:rsidRDefault="00E77210" w:rsidP="00E77210">
      <w:pPr>
        <w:rPr>
          <w:rFonts w:cs="Arial"/>
          <w:i/>
          <w:iCs/>
          <w:sz w:val="16"/>
          <w:szCs w:val="16"/>
        </w:rPr>
      </w:pPr>
      <w:r w:rsidRPr="00E77210">
        <w:rPr>
          <w:rFonts w:cs="Arial"/>
          <w:iCs/>
          <w:sz w:val="16"/>
          <w:szCs w:val="16"/>
        </w:rPr>
        <w:t>Revisó:</w:t>
      </w:r>
      <w:r w:rsidRPr="00E77210">
        <w:rPr>
          <w:rFonts w:cs="Arial"/>
          <w:iCs/>
          <w:sz w:val="16"/>
          <w:szCs w:val="16"/>
        </w:rPr>
        <w:tab/>
        <w:t>(nombre y apellidos completos)</w:t>
      </w:r>
    </w:p>
    <w:p w14:paraId="2FB866FD" w14:textId="77777777" w:rsidR="00E77210" w:rsidRPr="00E77210" w:rsidRDefault="00E77210" w:rsidP="00E77210">
      <w:pPr>
        <w:rPr>
          <w:rFonts w:cs="Arial"/>
          <w:i/>
          <w:iCs/>
          <w:sz w:val="16"/>
          <w:szCs w:val="16"/>
        </w:rPr>
      </w:pPr>
      <w:r w:rsidRPr="00E77210">
        <w:rPr>
          <w:rFonts w:cs="Arial"/>
          <w:iCs/>
          <w:sz w:val="16"/>
          <w:szCs w:val="16"/>
        </w:rPr>
        <w:t>(No debe existir ningún tipo de negrilla)</w:t>
      </w:r>
    </w:p>
    <w:p w14:paraId="4BFBC80B" w14:textId="77777777" w:rsidR="001A072D" w:rsidRPr="00E77210" w:rsidRDefault="001A072D" w:rsidP="001A072D"/>
    <w:sectPr w:rsidR="001A072D" w:rsidRPr="00E77210" w:rsidSect="000A60D4">
      <w:headerReference w:type="even" r:id="rId7"/>
      <w:headerReference w:type="default" r:id="rId8"/>
      <w:footerReference w:type="even" r:id="rId9"/>
      <w:footerReference w:type="default" r:id="rId10"/>
      <w:headerReference w:type="first" r:id="rId11"/>
      <w:footerReference w:type="first" r:id="rId12"/>
      <w:pgSz w:w="12240" w:h="15840"/>
      <w:pgMar w:top="1418" w:right="1134" w:bottom="1418" w:left="1134" w:header="284" w:footer="126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A26B4C" w14:textId="77777777" w:rsidR="00EF7743" w:rsidRDefault="00EF7743" w:rsidP="002D348D">
      <w:r>
        <w:separator/>
      </w:r>
    </w:p>
  </w:endnote>
  <w:endnote w:type="continuationSeparator" w:id="0">
    <w:p w14:paraId="2AF491B1" w14:textId="77777777" w:rsidR="00EF7743" w:rsidRDefault="00EF7743" w:rsidP="002D34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3B375" w14:textId="77777777" w:rsidR="002E5A2B" w:rsidRDefault="002E5A2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3E89D3" w14:textId="4972949E" w:rsidR="000A60D4" w:rsidRDefault="00B9387A">
    <w:pPr>
      <w:pStyle w:val="Piedepgina"/>
    </w:pPr>
    <w:r>
      <w:rPr>
        <w:i/>
        <w:iCs/>
        <w:noProof/>
        <w:lang w:val="es-ES"/>
      </w:rPr>
      <w:drawing>
        <wp:anchor distT="0" distB="0" distL="114300" distR="114300" simplePos="0" relativeHeight="251659264" behindDoc="1" locked="0" layoutInCell="1" allowOverlap="1" wp14:anchorId="4BBC54D4" wp14:editId="2148D038">
          <wp:simplePos x="0" y="0"/>
          <wp:positionH relativeFrom="page">
            <wp:align>left</wp:align>
          </wp:positionH>
          <wp:positionV relativeFrom="paragraph">
            <wp:posOffset>6350</wp:posOffset>
          </wp:positionV>
          <wp:extent cx="7799603" cy="803082"/>
          <wp:effectExtent l="0" t="0" r="0" b="0"/>
          <wp:wrapNone/>
          <wp:docPr id="876000546" name="Imagen 2" descr="Interfaz de usuario gráfica,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6000546" name="Imagen 2" descr="Interfaz de usuario gráfica, Aplicación&#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7799603" cy="803082"/>
                  </a:xfrm>
                  <a:prstGeom prst="rect">
                    <a:avLst/>
                  </a:prstGeom>
                </pic:spPr>
              </pic:pic>
            </a:graphicData>
          </a:graphic>
          <wp14:sizeRelH relativeFrom="page">
            <wp14:pctWidth>0</wp14:pctWidth>
          </wp14:sizeRelH>
          <wp14:sizeRelV relativeFrom="page">
            <wp14:pctHeight>0</wp14:pctHeight>
          </wp14:sizeRelV>
        </wp:anchor>
      </w:drawing>
    </w:r>
  </w:p>
  <w:p w14:paraId="3D3A3207" w14:textId="77777777" w:rsidR="000A60D4" w:rsidRDefault="000A60D4">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5A298C" w14:textId="77777777" w:rsidR="002E5A2B" w:rsidRDefault="002E5A2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4493F7" w14:textId="77777777" w:rsidR="00EF7743" w:rsidRDefault="00EF7743" w:rsidP="002D348D">
      <w:r>
        <w:separator/>
      </w:r>
    </w:p>
  </w:footnote>
  <w:footnote w:type="continuationSeparator" w:id="0">
    <w:p w14:paraId="295E89E4" w14:textId="77777777" w:rsidR="00EF7743" w:rsidRDefault="00EF7743" w:rsidP="002D34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557651" w14:textId="77777777" w:rsidR="002E5A2B" w:rsidRDefault="002E5A2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CellMar>
        <w:left w:w="70" w:type="dxa"/>
        <w:right w:w="70" w:type="dxa"/>
      </w:tblCellMar>
      <w:tblLook w:val="04A0" w:firstRow="1" w:lastRow="0" w:firstColumn="1" w:lastColumn="0" w:noHBand="0" w:noVBand="1"/>
    </w:tblPr>
    <w:tblGrid>
      <w:gridCol w:w="3151"/>
      <w:gridCol w:w="2463"/>
      <w:gridCol w:w="2292"/>
      <w:gridCol w:w="2066"/>
    </w:tblGrid>
    <w:tr w:rsidR="00B9387A" w:rsidRPr="00D90F17" w14:paraId="1D5AA600" w14:textId="77777777" w:rsidTr="00D62EB8">
      <w:trPr>
        <w:trHeight w:val="309"/>
      </w:trPr>
      <w:tc>
        <w:tcPr>
          <w:tcW w:w="5000" w:type="pct"/>
          <w:gridSpan w:val="4"/>
          <w:tcBorders>
            <w:left w:val="nil"/>
            <w:bottom w:val="single" w:sz="4" w:space="0" w:color="auto"/>
          </w:tcBorders>
          <w:shd w:val="clear" w:color="auto" w:fill="auto"/>
          <w:vAlign w:val="center"/>
        </w:tcPr>
        <w:p w14:paraId="051F505D" w14:textId="77777777" w:rsidR="00B9387A" w:rsidRDefault="00B9387A" w:rsidP="00B9387A">
          <w:pPr>
            <w:jc w:val="center"/>
            <w:rPr>
              <w:b/>
              <w:i/>
            </w:rPr>
          </w:pPr>
          <w:bookmarkStart w:id="1" w:name="_Hlk171516344"/>
          <w:r w:rsidRPr="00937D7D">
            <w:rPr>
              <w:noProof/>
            </w:rPr>
            <w:drawing>
              <wp:inline distT="0" distB="0" distL="0" distR="0" wp14:anchorId="23006087" wp14:editId="6083E2C0">
                <wp:extent cx="5581650" cy="963930"/>
                <wp:effectExtent l="0" t="0" r="0" b="0"/>
                <wp:docPr id="173417705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7707232" name="Imagen 757707232"/>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81650" cy="963930"/>
                        </a:xfrm>
                        <a:prstGeom prst="rect">
                          <a:avLst/>
                        </a:prstGeom>
                      </pic:spPr>
                    </pic:pic>
                  </a:graphicData>
                </a:graphic>
              </wp:inline>
            </w:drawing>
          </w:r>
        </w:p>
      </w:tc>
    </w:tr>
    <w:tr w:rsidR="00B9387A" w:rsidRPr="00D90F17" w14:paraId="27B18CD5" w14:textId="77777777" w:rsidTr="00D62EB8">
      <w:trPr>
        <w:trHeight w:val="309"/>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99F19E7" w14:textId="59A26EF0" w:rsidR="00B9387A" w:rsidRPr="00E04E63" w:rsidRDefault="00B9387A" w:rsidP="00B9387A">
          <w:pPr>
            <w:jc w:val="center"/>
            <w:rPr>
              <w:b/>
              <w:bCs/>
              <w:iCs/>
              <w:lang w:eastAsia="es-CO"/>
            </w:rPr>
          </w:pPr>
          <w:r w:rsidRPr="00E04E63">
            <w:rPr>
              <w:rFonts w:cstheme="minorHAnsi"/>
              <w:b/>
              <w:iCs/>
            </w:rPr>
            <w:t>ANÁLISIS DEL SECTOR</w:t>
          </w:r>
        </w:p>
      </w:tc>
    </w:tr>
    <w:tr w:rsidR="00B9387A" w:rsidRPr="00D90F17" w14:paraId="71CEDB97" w14:textId="77777777" w:rsidTr="00D62EB8">
      <w:trPr>
        <w:trHeight w:val="309"/>
      </w:trPr>
      <w:tc>
        <w:tcPr>
          <w:tcW w:w="15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74A004" w14:textId="77777777" w:rsidR="00B9387A" w:rsidRPr="00E04E63" w:rsidRDefault="00B9387A" w:rsidP="00B9387A">
          <w:pPr>
            <w:jc w:val="center"/>
            <w:rPr>
              <w:b/>
              <w:bCs/>
              <w:iCs/>
              <w:lang w:eastAsia="es-CO"/>
            </w:rPr>
          </w:pPr>
          <w:r w:rsidRPr="00E04E63">
            <w:rPr>
              <w:b/>
              <w:bCs/>
              <w:iCs/>
              <w:lang w:eastAsia="es-CO"/>
            </w:rPr>
            <w:t>PROCESO:</w:t>
          </w:r>
        </w:p>
      </w:tc>
      <w:tc>
        <w:tcPr>
          <w:tcW w:w="3420" w:type="pct"/>
          <w:gridSpan w:val="3"/>
          <w:tcBorders>
            <w:top w:val="single" w:sz="4" w:space="0" w:color="auto"/>
            <w:left w:val="nil"/>
            <w:bottom w:val="single" w:sz="4" w:space="0" w:color="auto"/>
            <w:right w:val="single" w:sz="4" w:space="0" w:color="auto"/>
          </w:tcBorders>
          <w:shd w:val="clear" w:color="auto" w:fill="auto"/>
          <w:vAlign w:val="center"/>
          <w:hideMark/>
        </w:tcPr>
        <w:p w14:paraId="522BB516" w14:textId="77777777" w:rsidR="00B9387A" w:rsidRPr="00E04E63" w:rsidRDefault="00B9387A" w:rsidP="00B9387A">
          <w:pPr>
            <w:jc w:val="center"/>
            <w:rPr>
              <w:iCs/>
              <w:lang w:eastAsia="es-CO"/>
            </w:rPr>
          </w:pPr>
          <w:r w:rsidRPr="00E04E63">
            <w:rPr>
              <w:iCs/>
              <w:lang w:eastAsia="es-CO"/>
            </w:rPr>
            <w:t xml:space="preserve">GESTIÓN </w:t>
          </w:r>
          <w:r w:rsidRPr="00E04E63">
            <w:rPr>
              <w:rFonts w:eastAsia="Times New Roman" w:cs="Times New Roman"/>
              <w:iCs/>
              <w:lang w:eastAsia="es-CO"/>
            </w:rPr>
            <w:t>ADMINISTRATIVA</w:t>
          </w:r>
        </w:p>
      </w:tc>
    </w:tr>
    <w:tr w:rsidR="00B9387A" w:rsidRPr="00D90F17" w14:paraId="02662759" w14:textId="77777777" w:rsidTr="00D62EB8">
      <w:trPr>
        <w:trHeight w:val="309"/>
      </w:trPr>
      <w:tc>
        <w:tcPr>
          <w:tcW w:w="1580" w:type="pct"/>
          <w:tcBorders>
            <w:top w:val="single" w:sz="4" w:space="0" w:color="auto"/>
            <w:left w:val="single" w:sz="4" w:space="0" w:color="auto"/>
            <w:bottom w:val="single" w:sz="4" w:space="0" w:color="auto"/>
            <w:right w:val="single" w:sz="4" w:space="0" w:color="auto"/>
          </w:tcBorders>
          <w:shd w:val="clear" w:color="auto" w:fill="auto"/>
          <w:vAlign w:val="center"/>
        </w:tcPr>
        <w:p w14:paraId="27CB1E74" w14:textId="77777777" w:rsidR="00B9387A" w:rsidRPr="00E04E63" w:rsidRDefault="00B9387A" w:rsidP="00B9387A">
          <w:pPr>
            <w:jc w:val="center"/>
            <w:rPr>
              <w:b/>
              <w:bCs/>
              <w:iCs/>
              <w:lang w:eastAsia="es-CO"/>
            </w:rPr>
          </w:pPr>
          <w:r w:rsidRPr="00E04E63">
            <w:rPr>
              <w:b/>
              <w:bCs/>
              <w:iCs/>
              <w:lang w:eastAsia="es-CO"/>
            </w:rPr>
            <w:t>PROGRAMA:</w:t>
          </w:r>
        </w:p>
      </w:tc>
      <w:tc>
        <w:tcPr>
          <w:tcW w:w="3420" w:type="pct"/>
          <w:gridSpan w:val="3"/>
          <w:tcBorders>
            <w:top w:val="single" w:sz="4" w:space="0" w:color="auto"/>
            <w:left w:val="nil"/>
            <w:bottom w:val="single" w:sz="4" w:space="0" w:color="auto"/>
            <w:right w:val="single" w:sz="4" w:space="0" w:color="auto"/>
          </w:tcBorders>
          <w:shd w:val="clear" w:color="auto" w:fill="auto"/>
          <w:vAlign w:val="center"/>
        </w:tcPr>
        <w:p w14:paraId="365BFF83" w14:textId="77777777" w:rsidR="00B9387A" w:rsidRPr="00E04E63" w:rsidRDefault="00B9387A" w:rsidP="00B9387A">
          <w:pPr>
            <w:jc w:val="center"/>
            <w:rPr>
              <w:iCs/>
              <w:lang w:eastAsia="es-CO"/>
            </w:rPr>
          </w:pPr>
          <w:r w:rsidRPr="00E04E63">
            <w:rPr>
              <w:iCs/>
              <w:lang w:eastAsia="es-CO"/>
            </w:rPr>
            <w:t>MANUAL DE CONTRATACIÓN</w:t>
          </w:r>
        </w:p>
      </w:tc>
    </w:tr>
    <w:tr w:rsidR="00B9387A" w:rsidRPr="00D90F17" w14:paraId="16FCFF38" w14:textId="77777777" w:rsidTr="00D62EB8">
      <w:trPr>
        <w:trHeight w:val="526"/>
      </w:trPr>
      <w:tc>
        <w:tcPr>
          <w:tcW w:w="15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00443F" w14:textId="77777777" w:rsidR="00B9387A" w:rsidRPr="00E04E63" w:rsidRDefault="00B9387A" w:rsidP="00B9387A">
          <w:pPr>
            <w:jc w:val="center"/>
            <w:rPr>
              <w:b/>
              <w:bCs/>
              <w:iCs/>
              <w:lang w:eastAsia="es-CO"/>
            </w:rPr>
          </w:pPr>
          <w:r w:rsidRPr="00E04E63">
            <w:rPr>
              <w:b/>
              <w:bCs/>
              <w:iCs/>
              <w:lang w:eastAsia="es-CO"/>
            </w:rPr>
            <w:t>FECHA DE APROBACIÓN:</w:t>
          </w:r>
        </w:p>
      </w:tc>
      <w:tc>
        <w:tcPr>
          <w:tcW w:w="1235" w:type="pct"/>
          <w:tcBorders>
            <w:top w:val="single" w:sz="4" w:space="0" w:color="auto"/>
            <w:left w:val="nil"/>
            <w:bottom w:val="single" w:sz="4" w:space="0" w:color="auto"/>
            <w:right w:val="single" w:sz="4" w:space="0" w:color="auto"/>
          </w:tcBorders>
          <w:shd w:val="clear" w:color="auto" w:fill="auto"/>
          <w:vAlign w:val="center"/>
          <w:hideMark/>
        </w:tcPr>
        <w:p w14:paraId="3946E03C" w14:textId="77777777" w:rsidR="00B9387A" w:rsidRPr="00E04E63" w:rsidRDefault="00B9387A" w:rsidP="00B9387A">
          <w:pPr>
            <w:jc w:val="center"/>
            <w:rPr>
              <w:b/>
              <w:bCs/>
              <w:iCs/>
              <w:lang w:eastAsia="es-CO"/>
            </w:rPr>
          </w:pPr>
          <w:r w:rsidRPr="00E04E63">
            <w:rPr>
              <w:b/>
              <w:bCs/>
              <w:iCs/>
              <w:lang w:eastAsia="es-CO"/>
            </w:rPr>
            <w:t>CÓDIGO:</w:t>
          </w:r>
        </w:p>
      </w:tc>
      <w:tc>
        <w:tcPr>
          <w:tcW w:w="1149" w:type="pct"/>
          <w:tcBorders>
            <w:top w:val="single" w:sz="4" w:space="0" w:color="auto"/>
            <w:left w:val="nil"/>
            <w:bottom w:val="single" w:sz="4" w:space="0" w:color="auto"/>
            <w:right w:val="single" w:sz="4" w:space="0" w:color="auto"/>
          </w:tcBorders>
          <w:shd w:val="clear" w:color="auto" w:fill="auto"/>
          <w:vAlign w:val="center"/>
          <w:hideMark/>
        </w:tcPr>
        <w:p w14:paraId="6F1522E1" w14:textId="77777777" w:rsidR="00B9387A" w:rsidRPr="00E04E63" w:rsidRDefault="00B9387A" w:rsidP="00B9387A">
          <w:pPr>
            <w:jc w:val="center"/>
            <w:rPr>
              <w:b/>
              <w:bCs/>
              <w:iCs/>
              <w:lang w:eastAsia="es-CO"/>
            </w:rPr>
          </w:pPr>
          <w:r w:rsidRPr="00E04E63">
            <w:rPr>
              <w:b/>
              <w:bCs/>
              <w:iCs/>
              <w:lang w:eastAsia="es-CO"/>
            </w:rPr>
            <w:t>VERSIÓN:</w:t>
          </w:r>
        </w:p>
      </w:tc>
      <w:tc>
        <w:tcPr>
          <w:tcW w:w="1036" w:type="pct"/>
          <w:tcBorders>
            <w:top w:val="single" w:sz="4" w:space="0" w:color="auto"/>
            <w:left w:val="nil"/>
            <w:bottom w:val="single" w:sz="4" w:space="0" w:color="auto"/>
            <w:right w:val="single" w:sz="4" w:space="0" w:color="auto"/>
          </w:tcBorders>
          <w:shd w:val="clear" w:color="auto" w:fill="auto"/>
          <w:vAlign w:val="center"/>
          <w:hideMark/>
        </w:tcPr>
        <w:p w14:paraId="18E7FDB6" w14:textId="77777777" w:rsidR="00B9387A" w:rsidRPr="00E04E63" w:rsidRDefault="00B9387A" w:rsidP="00B9387A">
          <w:pPr>
            <w:jc w:val="center"/>
            <w:rPr>
              <w:rFonts w:ascii="Montserrat" w:hAnsi="Montserrat"/>
              <w:b/>
              <w:bCs/>
              <w:iCs/>
              <w:lang w:eastAsia="es-CO"/>
            </w:rPr>
          </w:pPr>
          <w:r w:rsidRPr="00E04E63">
            <w:rPr>
              <w:b/>
              <w:bCs/>
              <w:iCs/>
              <w:lang w:eastAsia="es-CO"/>
            </w:rPr>
            <w:t>PÁGINA:</w:t>
          </w:r>
        </w:p>
      </w:tc>
    </w:tr>
    <w:tr w:rsidR="00B9387A" w:rsidRPr="00A5024B" w14:paraId="033BAA49" w14:textId="77777777" w:rsidTr="00D62EB8">
      <w:trPr>
        <w:trHeight w:val="325"/>
      </w:trPr>
      <w:tc>
        <w:tcPr>
          <w:tcW w:w="15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D7C17E" w14:textId="77854DFC" w:rsidR="00B9387A" w:rsidRPr="00A5024B" w:rsidRDefault="00A5024B" w:rsidP="00B9387A">
          <w:pPr>
            <w:jc w:val="center"/>
            <w:rPr>
              <w:iCs/>
              <w:lang w:eastAsia="es-CO"/>
            </w:rPr>
          </w:pPr>
          <w:r>
            <w:rPr>
              <w:rFonts w:cs="Calibri"/>
              <w:iCs/>
              <w:lang w:eastAsia="es-CO"/>
            </w:rPr>
            <w:t>02</w:t>
          </w:r>
          <w:r w:rsidR="00B9387A" w:rsidRPr="00A5024B">
            <w:rPr>
              <w:rFonts w:cs="Calibri"/>
              <w:iCs/>
              <w:lang w:eastAsia="es-CO"/>
            </w:rPr>
            <w:t>/</w:t>
          </w:r>
          <w:r>
            <w:rPr>
              <w:rFonts w:cs="Calibri"/>
              <w:iCs/>
              <w:lang w:eastAsia="es-CO"/>
            </w:rPr>
            <w:t>08</w:t>
          </w:r>
          <w:r w:rsidR="00B9387A" w:rsidRPr="00A5024B">
            <w:rPr>
              <w:rFonts w:cs="Calibri"/>
              <w:iCs/>
              <w:lang w:eastAsia="es-CO"/>
            </w:rPr>
            <w:t>/202</w:t>
          </w:r>
          <w:r>
            <w:rPr>
              <w:rFonts w:cs="Calibri"/>
              <w:iCs/>
              <w:lang w:eastAsia="es-CO"/>
            </w:rPr>
            <w:t>4</w:t>
          </w:r>
        </w:p>
      </w:tc>
      <w:tc>
        <w:tcPr>
          <w:tcW w:w="1235" w:type="pct"/>
          <w:tcBorders>
            <w:top w:val="single" w:sz="4" w:space="0" w:color="auto"/>
            <w:left w:val="nil"/>
            <w:bottom w:val="single" w:sz="4" w:space="0" w:color="auto"/>
            <w:right w:val="single" w:sz="4" w:space="0" w:color="auto"/>
          </w:tcBorders>
          <w:shd w:val="clear" w:color="auto" w:fill="auto"/>
          <w:vAlign w:val="center"/>
          <w:hideMark/>
        </w:tcPr>
        <w:p w14:paraId="2A26B074" w14:textId="77777777" w:rsidR="00B9387A" w:rsidRPr="00A5024B" w:rsidRDefault="00B9387A" w:rsidP="00B9387A">
          <w:pPr>
            <w:jc w:val="center"/>
            <w:rPr>
              <w:iCs/>
              <w:lang w:eastAsia="es-CO"/>
            </w:rPr>
          </w:pPr>
          <w:r w:rsidRPr="00A5024B">
            <w:rPr>
              <w:iCs/>
              <w:lang w:val="es-ES" w:eastAsia="es-CO"/>
            </w:rPr>
            <w:t>MAN01-FOR11</w:t>
          </w:r>
        </w:p>
      </w:tc>
      <w:tc>
        <w:tcPr>
          <w:tcW w:w="1149" w:type="pct"/>
          <w:tcBorders>
            <w:top w:val="single" w:sz="4" w:space="0" w:color="auto"/>
            <w:left w:val="nil"/>
            <w:bottom w:val="single" w:sz="4" w:space="0" w:color="auto"/>
            <w:right w:val="single" w:sz="4" w:space="0" w:color="auto"/>
          </w:tcBorders>
          <w:shd w:val="clear" w:color="auto" w:fill="auto"/>
          <w:vAlign w:val="center"/>
          <w:hideMark/>
        </w:tcPr>
        <w:p w14:paraId="294C1608" w14:textId="00D6DC36" w:rsidR="00B9387A" w:rsidRPr="00A5024B" w:rsidRDefault="00A5024B" w:rsidP="00B9387A">
          <w:pPr>
            <w:jc w:val="center"/>
            <w:rPr>
              <w:iCs/>
              <w:lang w:eastAsia="es-CO"/>
            </w:rPr>
          </w:pPr>
          <w:r w:rsidRPr="00A5024B">
            <w:rPr>
              <w:iCs/>
              <w:lang w:eastAsia="es-CO"/>
            </w:rPr>
            <w:t>03</w:t>
          </w:r>
        </w:p>
      </w:tc>
      <w:tc>
        <w:tcPr>
          <w:tcW w:w="1036" w:type="pct"/>
          <w:tcBorders>
            <w:top w:val="single" w:sz="4" w:space="0" w:color="auto"/>
            <w:left w:val="nil"/>
            <w:bottom w:val="single" w:sz="4" w:space="0" w:color="auto"/>
            <w:right w:val="single" w:sz="4" w:space="0" w:color="auto"/>
          </w:tcBorders>
          <w:shd w:val="clear" w:color="auto" w:fill="auto"/>
          <w:vAlign w:val="center"/>
          <w:hideMark/>
        </w:tcPr>
        <w:p w14:paraId="66F5EAC0" w14:textId="77777777" w:rsidR="00B9387A" w:rsidRPr="00A5024B" w:rsidRDefault="00B9387A" w:rsidP="00B9387A">
          <w:pPr>
            <w:jc w:val="center"/>
            <w:rPr>
              <w:rFonts w:ascii="Montserrat" w:hAnsi="Montserrat"/>
              <w:iCs/>
              <w:lang w:eastAsia="es-CO"/>
            </w:rPr>
          </w:pPr>
          <w:r w:rsidRPr="00A5024B">
            <w:rPr>
              <w:bCs/>
              <w:iCs/>
              <w:lang w:eastAsia="es-CO"/>
            </w:rPr>
            <w:fldChar w:fldCharType="begin"/>
          </w:r>
          <w:r w:rsidRPr="00A5024B">
            <w:rPr>
              <w:bCs/>
              <w:iCs/>
              <w:lang w:eastAsia="es-CO"/>
            </w:rPr>
            <w:instrText>PAGE  \* Arabic  \* MERGEFORMAT</w:instrText>
          </w:r>
          <w:r w:rsidRPr="00A5024B">
            <w:rPr>
              <w:bCs/>
              <w:iCs/>
              <w:lang w:eastAsia="es-CO"/>
            </w:rPr>
            <w:fldChar w:fldCharType="separate"/>
          </w:r>
          <w:r w:rsidRPr="00A5024B">
            <w:rPr>
              <w:bCs/>
              <w:iCs/>
              <w:noProof/>
              <w:lang w:val="es-ES" w:eastAsia="es-CO"/>
            </w:rPr>
            <w:t>2</w:t>
          </w:r>
          <w:r w:rsidRPr="00A5024B">
            <w:rPr>
              <w:bCs/>
              <w:iCs/>
              <w:lang w:eastAsia="es-CO"/>
            </w:rPr>
            <w:fldChar w:fldCharType="end"/>
          </w:r>
          <w:r w:rsidRPr="00A5024B">
            <w:rPr>
              <w:iCs/>
              <w:lang w:val="es-ES" w:eastAsia="es-CO"/>
            </w:rPr>
            <w:t xml:space="preserve"> de </w:t>
          </w:r>
          <w:r w:rsidRPr="00A5024B">
            <w:rPr>
              <w:bCs/>
              <w:iCs/>
              <w:lang w:eastAsia="es-CO"/>
            </w:rPr>
            <w:fldChar w:fldCharType="begin"/>
          </w:r>
          <w:r w:rsidRPr="00A5024B">
            <w:rPr>
              <w:bCs/>
              <w:iCs/>
              <w:lang w:eastAsia="es-CO"/>
            </w:rPr>
            <w:instrText>NUMPAGES  \* Arabic  \* MERGEFORMAT</w:instrText>
          </w:r>
          <w:r w:rsidRPr="00A5024B">
            <w:rPr>
              <w:bCs/>
              <w:iCs/>
              <w:lang w:eastAsia="es-CO"/>
            </w:rPr>
            <w:fldChar w:fldCharType="separate"/>
          </w:r>
          <w:r w:rsidRPr="00A5024B">
            <w:rPr>
              <w:bCs/>
              <w:iCs/>
              <w:noProof/>
              <w:lang w:val="es-ES" w:eastAsia="es-CO"/>
            </w:rPr>
            <w:t>2</w:t>
          </w:r>
          <w:r w:rsidRPr="00A5024B">
            <w:rPr>
              <w:bCs/>
              <w:iCs/>
              <w:lang w:eastAsia="es-CO"/>
            </w:rPr>
            <w:fldChar w:fldCharType="end"/>
          </w:r>
        </w:p>
      </w:tc>
    </w:tr>
    <w:bookmarkEnd w:id="1"/>
  </w:tbl>
  <w:p w14:paraId="2EBDADC8" w14:textId="77777777" w:rsidR="00B87A1A" w:rsidRPr="00A5024B" w:rsidRDefault="00B87A1A">
    <w:pPr>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7E8C76" w14:textId="77777777" w:rsidR="002E5A2B" w:rsidRDefault="002E5A2B">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1B3"/>
    <w:rsid w:val="000A60D4"/>
    <w:rsid w:val="000E313C"/>
    <w:rsid w:val="0010025D"/>
    <w:rsid w:val="001A072D"/>
    <w:rsid w:val="00287ABE"/>
    <w:rsid w:val="002D348D"/>
    <w:rsid w:val="002E5A2B"/>
    <w:rsid w:val="00320540"/>
    <w:rsid w:val="003A1700"/>
    <w:rsid w:val="00437588"/>
    <w:rsid w:val="00745ADD"/>
    <w:rsid w:val="00820743"/>
    <w:rsid w:val="009065D1"/>
    <w:rsid w:val="00A21066"/>
    <w:rsid w:val="00A5024B"/>
    <w:rsid w:val="00A868DA"/>
    <w:rsid w:val="00B87294"/>
    <w:rsid w:val="00B87A1A"/>
    <w:rsid w:val="00B9387A"/>
    <w:rsid w:val="00CF05AC"/>
    <w:rsid w:val="00DA5BB9"/>
    <w:rsid w:val="00E04E63"/>
    <w:rsid w:val="00E13971"/>
    <w:rsid w:val="00E77210"/>
    <w:rsid w:val="00EC0DC4"/>
    <w:rsid w:val="00EE21B3"/>
    <w:rsid w:val="00EF389C"/>
    <w:rsid w:val="00EF5B8F"/>
    <w:rsid w:val="00EF774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04EB93"/>
  <w15:chartTrackingRefBased/>
  <w15:docId w15:val="{9836A1E8-03FB-4A43-B367-FFB211E31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0DC4"/>
    <w:pPr>
      <w:spacing w:after="0" w:line="240" w:lineRule="auto"/>
    </w:pPr>
    <w:rPr>
      <w:rFonts w:ascii="Verdana" w:hAnsi="Verdan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D348D"/>
    <w:pPr>
      <w:tabs>
        <w:tab w:val="center" w:pos="4419"/>
        <w:tab w:val="right" w:pos="8838"/>
      </w:tabs>
    </w:pPr>
  </w:style>
  <w:style w:type="character" w:customStyle="1" w:styleId="EncabezadoCar">
    <w:name w:val="Encabezado Car"/>
    <w:basedOn w:val="Fuentedeprrafopredeter"/>
    <w:link w:val="Encabezado"/>
    <w:uiPriority w:val="99"/>
    <w:rsid w:val="002D348D"/>
  </w:style>
  <w:style w:type="paragraph" w:styleId="Piedepgina">
    <w:name w:val="footer"/>
    <w:basedOn w:val="Normal"/>
    <w:link w:val="PiedepginaCar"/>
    <w:uiPriority w:val="99"/>
    <w:unhideWhenUsed/>
    <w:rsid w:val="002D348D"/>
    <w:pPr>
      <w:tabs>
        <w:tab w:val="center" w:pos="4419"/>
        <w:tab w:val="right" w:pos="8838"/>
      </w:tabs>
    </w:pPr>
  </w:style>
  <w:style w:type="character" w:customStyle="1" w:styleId="PiedepginaCar">
    <w:name w:val="Pie de página Car"/>
    <w:basedOn w:val="Fuentedeprrafopredeter"/>
    <w:link w:val="Piedepgina"/>
    <w:uiPriority w:val="99"/>
    <w:rsid w:val="002D348D"/>
  </w:style>
  <w:style w:type="character" w:styleId="Hipervnculo">
    <w:name w:val="Hyperlink"/>
    <w:basedOn w:val="Fuentedeprrafopredeter"/>
    <w:uiPriority w:val="99"/>
    <w:semiHidden/>
    <w:unhideWhenUsed/>
    <w:rsid w:val="00EE21B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riana\Documents\TrabajoCGN\DocumentosSGC\20230924%20Plantilla%20generaci&#243;n%20procedimiento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70FC3F-4B2A-43F9-A0D0-279359902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20230924 Plantilla generación procedimientos</Template>
  <TotalTime>2</TotalTime>
  <Pages>3</Pages>
  <Words>783</Words>
  <Characters>4307</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dc:creator>
  <cp:keywords/>
  <dc:description/>
  <cp:lastModifiedBy>Adriana Callejas Acevedo</cp:lastModifiedBy>
  <cp:revision>4</cp:revision>
  <dcterms:created xsi:type="dcterms:W3CDTF">2024-08-02T19:24:00Z</dcterms:created>
  <dcterms:modified xsi:type="dcterms:W3CDTF">2024-08-02T19:35:00Z</dcterms:modified>
</cp:coreProperties>
</file>